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5DCE4" w:themeColor="text2" w:themeTint="33"/>
  <w:body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37"/>
        <w:gridCol w:w="8856"/>
      </w:tblGrid>
      <w:tr w:rsidR="00894128" w14:paraId="5BF7AEBC" w14:textId="77777777" w:rsidTr="00894128">
        <w:tc>
          <w:tcPr>
            <w:tcW w:w="1978" w:type="dxa"/>
          </w:tcPr>
          <w:p w14:paraId="43737BE8" w14:textId="77777777" w:rsidR="00894128" w:rsidRPr="00894128" w:rsidRDefault="00894128">
            <w:pPr>
              <w:rPr>
                <w:b/>
                <w:color w:val="FF0000"/>
              </w:rPr>
            </w:pPr>
            <w:r w:rsidRPr="00894128">
              <w:rPr>
                <w:b/>
                <w:color w:val="FF0000"/>
              </w:rPr>
              <w:t>Insert the following in the second column</w:t>
            </w:r>
          </w:p>
        </w:tc>
        <w:tc>
          <w:tcPr>
            <w:tcW w:w="7377" w:type="dxa"/>
          </w:tcPr>
          <w:p w14:paraId="406550A4" w14:textId="4BF7854A" w:rsidR="00894128" w:rsidRPr="00405611" w:rsidRDefault="00405611" w:rsidP="004056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05611">
              <w:rPr>
                <w:b/>
                <w:color w:val="1F4E79" w:themeColor="accent1" w:themeShade="80"/>
                <w:sz w:val="28"/>
                <w:szCs w:val="28"/>
              </w:rPr>
              <w:t>MICROSOFT WORD</w:t>
            </w:r>
          </w:p>
        </w:tc>
      </w:tr>
      <w:tr w:rsidR="00894128" w14:paraId="708BFB75" w14:textId="77777777" w:rsidTr="00894128">
        <w:tc>
          <w:tcPr>
            <w:tcW w:w="1978" w:type="dxa"/>
          </w:tcPr>
          <w:p w14:paraId="47F74859" w14:textId="77777777" w:rsidR="00894128" w:rsidRDefault="00894128">
            <w:r w:rsidRPr="007C74E5">
              <w:rPr>
                <w:b/>
              </w:rPr>
              <w:t>Home</w:t>
            </w:r>
            <w:r>
              <w:t>: Text/Font</w:t>
            </w:r>
          </w:p>
          <w:p w14:paraId="749F674E" w14:textId="77777777" w:rsidR="00894128" w:rsidRDefault="00894128">
            <w:r>
              <w:t>Your First and Last name</w:t>
            </w:r>
          </w:p>
          <w:p w14:paraId="224B0789" w14:textId="7AA50A92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Centered; Bold</w:t>
            </w:r>
          </w:p>
        </w:tc>
        <w:tc>
          <w:tcPr>
            <w:tcW w:w="7377" w:type="dxa"/>
          </w:tcPr>
          <w:p w14:paraId="336CD156" w14:textId="77777777" w:rsidR="00894128" w:rsidRDefault="00894128"/>
          <w:p w14:paraId="694EEF28" w14:textId="6D6929EA" w:rsidR="00894128" w:rsidRPr="00C402F9" w:rsidRDefault="00C402F9" w:rsidP="00C402F9">
            <w:pPr>
              <w:jc w:val="center"/>
              <w:rPr>
                <w:b/>
              </w:rPr>
            </w:pPr>
            <w:r w:rsidRPr="00C402F9">
              <w:rPr>
                <w:b/>
              </w:rPr>
              <w:t>Nate Ellens</w:t>
            </w:r>
          </w:p>
          <w:p w14:paraId="1439B0EB" w14:textId="77777777" w:rsidR="00894128" w:rsidRDefault="00894128"/>
        </w:tc>
      </w:tr>
      <w:tr w:rsidR="00894128" w14:paraId="109E744A" w14:textId="77777777" w:rsidTr="00894128">
        <w:tc>
          <w:tcPr>
            <w:tcW w:w="1978" w:type="dxa"/>
          </w:tcPr>
          <w:p w14:paraId="453AB190" w14:textId="5431B0EF" w:rsidR="00894128" w:rsidRDefault="00894128">
            <w:r w:rsidRPr="007C74E5">
              <w:rPr>
                <w:b/>
              </w:rPr>
              <w:t>Home</w:t>
            </w:r>
            <w:r>
              <w:t xml:space="preserve">: </w:t>
            </w:r>
          </w:p>
          <w:p w14:paraId="77BAB71A" w14:textId="77777777" w:rsidR="00894128" w:rsidRDefault="00894128">
            <w:r>
              <w:t>University of Sioux Falls</w:t>
            </w:r>
          </w:p>
          <w:p w14:paraId="510F5FD3" w14:textId="26A717EB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  <w:r w:rsidR="001207EB" w:rsidRPr="001207EB">
              <w:rPr>
                <w:b/>
                <w:color w:val="538135" w:themeColor="accent6" w:themeShade="BF"/>
              </w:rPr>
              <w:t>, Colored Text; Bold,</w:t>
            </w:r>
          </w:p>
        </w:tc>
        <w:tc>
          <w:tcPr>
            <w:tcW w:w="7377" w:type="dxa"/>
          </w:tcPr>
          <w:p w14:paraId="55DBF366" w14:textId="77777777" w:rsidR="00894128" w:rsidRDefault="00894128"/>
          <w:p w14:paraId="2C9BBF3D" w14:textId="77777777" w:rsidR="00894128" w:rsidRDefault="00894128"/>
          <w:p w14:paraId="6E045695" w14:textId="7679F4B5" w:rsidR="00894128" w:rsidRPr="00C402F9" w:rsidRDefault="00C402F9" w:rsidP="00C402F9">
            <w:pPr>
              <w:jc w:val="center"/>
              <w:rPr>
                <w:b/>
              </w:rPr>
            </w:pPr>
            <w:r w:rsidRPr="00C402F9">
              <w:rPr>
                <w:b/>
                <w:color w:val="FF0000"/>
              </w:rPr>
              <w:t>University of Sioux Falls</w:t>
            </w:r>
          </w:p>
        </w:tc>
      </w:tr>
      <w:tr w:rsidR="00894128" w14:paraId="4CAE265D" w14:textId="77777777" w:rsidTr="00894128">
        <w:tc>
          <w:tcPr>
            <w:tcW w:w="1978" w:type="dxa"/>
          </w:tcPr>
          <w:p w14:paraId="29DFF973" w14:textId="42B86002" w:rsidR="00894128" w:rsidRDefault="00894128">
            <w:r w:rsidRPr="007C74E5">
              <w:rPr>
                <w:b/>
              </w:rPr>
              <w:t>Insert</w:t>
            </w:r>
            <w:r>
              <w:t>: Insert Picture</w:t>
            </w:r>
            <w:r w:rsidR="001207EB">
              <w:t xml:space="preserve"> from file</w:t>
            </w:r>
          </w:p>
          <w:p w14:paraId="10717DF5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6CF9D6ED" w14:textId="77777777" w:rsidR="00894128" w:rsidRDefault="00894128"/>
          <w:p w14:paraId="47B72168" w14:textId="09295569" w:rsidR="00894128" w:rsidRDefault="00C402F9" w:rsidP="00C402F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BE405D" wp14:editId="425439DD">
                  <wp:extent cx="1162050" cy="1634617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gel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88" cy="1642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896E6B" w14:textId="684E3FD4" w:rsidR="00894128" w:rsidRDefault="00894128" w:rsidP="00406650">
            <w:pPr>
              <w:jc w:val="center"/>
            </w:pPr>
          </w:p>
          <w:p w14:paraId="4E5DDE54" w14:textId="77777777" w:rsidR="00894128" w:rsidRDefault="00894128"/>
        </w:tc>
      </w:tr>
      <w:tr w:rsidR="00894128" w14:paraId="24EA103D" w14:textId="77777777" w:rsidTr="00894128">
        <w:tc>
          <w:tcPr>
            <w:tcW w:w="1978" w:type="dxa"/>
          </w:tcPr>
          <w:p w14:paraId="5002A4F6" w14:textId="77777777" w:rsidR="00894128" w:rsidRDefault="00894128">
            <w:r w:rsidRPr="007C74E5">
              <w:rPr>
                <w:b/>
              </w:rPr>
              <w:t>Insert</w:t>
            </w:r>
            <w:r>
              <w:t>: Insert Online Picture</w:t>
            </w:r>
          </w:p>
          <w:p w14:paraId="107F4FC8" w14:textId="77777777" w:rsidR="00894128" w:rsidRDefault="00894128"/>
          <w:p w14:paraId="7F245A09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309EF5D2" w14:textId="77777777" w:rsidR="00894128" w:rsidRDefault="00894128"/>
          <w:p w14:paraId="5D493827" w14:textId="61B45632" w:rsidR="00894128" w:rsidRDefault="00C402F9" w:rsidP="00406650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E5B9C98" wp14:editId="2A398CBB">
                  <wp:extent cx="3000375" cy="2000250"/>
                  <wp:effectExtent l="0" t="0" r="9525" b="0"/>
                  <wp:docPr id="2" name="Picture 2" descr="Image result for university of sioux fa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university of sioux fa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3000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FC1937" w14:textId="77777777" w:rsidR="00894128" w:rsidRDefault="00894128"/>
          <w:p w14:paraId="4E604625" w14:textId="77777777" w:rsidR="00894128" w:rsidRDefault="00894128"/>
        </w:tc>
      </w:tr>
      <w:tr w:rsidR="00894128" w14:paraId="6D16784E" w14:textId="77777777" w:rsidTr="00894128">
        <w:tc>
          <w:tcPr>
            <w:tcW w:w="1978" w:type="dxa"/>
          </w:tcPr>
          <w:p w14:paraId="427DBEDD" w14:textId="77777777" w:rsidR="00894128" w:rsidRDefault="00894128">
            <w:r w:rsidRPr="007C74E5">
              <w:rPr>
                <w:b/>
              </w:rPr>
              <w:t>Insert</w:t>
            </w:r>
            <w:r>
              <w:t xml:space="preserve">: Shapes </w:t>
            </w:r>
            <w:r w:rsidRPr="001207EB">
              <w:rPr>
                <w:b/>
                <w:color w:val="538135" w:themeColor="accent6" w:themeShade="BF"/>
              </w:rPr>
              <w:t>(2)</w:t>
            </w:r>
          </w:p>
        </w:tc>
        <w:tc>
          <w:tcPr>
            <w:tcW w:w="7377" w:type="dxa"/>
          </w:tcPr>
          <w:p w14:paraId="6D1001CB" w14:textId="1D921BAE" w:rsidR="00894128" w:rsidRDefault="00C402F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3C9949" wp14:editId="4145AAD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168910</wp:posOffset>
                      </wp:positionV>
                      <wp:extent cx="619125" cy="333375"/>
                      <wp:effectExtent l="0" t="19050" r="66675" b="28575"/>
                      <wp:wrapNone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333375"/>
                              </a:xfrm>
                              <a:prstGeom prst="rt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C0C50A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" o:spid="_x0000_s1026" type="#_x0000_t6" style="position:absolute;margin-left:42.45pt;margin-top:13.3pt;width:48.7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" fillcolor="#5b9bd5 [3204]" strokecolor="#1f4d78 [1604]" strokeweight="1pt"/>
                  </w:pict>
                </mc:Fallback>
              </mc:AlternateContent>
            </w:r>
          </w:p>
          <w:p w14:paraId="1A21BCF6" w14:textId="0F72C151" w:rsidR="00894128" w:rsidRDefault="00C402F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6F0296" wp14:editId="49C5096A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55245</wp:posOffset>
                      </wp:positionV>
                      <wp:extent cx="1009650" cy="342900"/>
                      <wp:effectExtent l="0" t="0" r="19050" b="19050"/>
                      <wp:wrapNone/>
                      <wp:docPr id="4" name="L-Shap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342900"/>
                              </a:xfrm>
                              <a:prstGeom prst="corne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A8AC50" id="L-Shape 4" o:spid="_x0000_s1026" style="position:absolute;margin-left:176.7pt;margin-top:4.35pt;width:79.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" path="m,l171450,r,171450l1009650,171450r,171450l,342900,,xe" fillcolor="#5b9bd5 [3204]" strokecolor="#1f4d78 [1604]" strokeweight="1pt">
                      <v:stroke joinstyle="miter"/>
                      <v:path arrowok="t" o:connecttype="custom" o:connectlocs="0,0;171450,0;171450,171450;1009650,171450;1009650,342900;0,342900;0,0" o:connectangles="0,0,0,0,0,0,0"/>
                    </v:shape>
                  </w:pict>
                </mc:Fallback>
              </mc:AlternateContent>
            </w:r>
          </w:p>
          <w:p w14:paraId="1B5AF8B8" w14:textId="77777777" w:rsidR="00894128" w:rsidRDefault="00894128" w:rsidP="00894128">
            <w:pPr>
              <w:jc w:val="center"/>
            </w:pPr>
          </w:p>
          <w:p w14:paraId="0C046C09" w14:textId="77777777" w:rsidR="00894128" w:rsidRDefault="00894128"/>
        </w:tc>
      </w:tr>
      <w:tr w:rsidR="00894128" w14:paraId="644A973E" w14:textId="77777777" w:rsidTr="00894128">
        <w:tc>
          <w:tcPr>
            <w:tcW w:w="1978" w:type="dxa"/>
          </w:tcPr>
          <w:p w14:paraId="1212422C" w14:textId="6E370403" w:rsidR="00894128" w:rsidRDefault="00894128">
            <w:r w:rsidRPr="007C74E5">
              <w:rPr>
                <w:b/>
              </w:rPr>
              <w:t>Insert</w:t>
            </w:r>
            <w:r>
              <w:t>: Chart</w:t>
            </w:r>
            <w:r w:rsidR="00E3632C">
              <w:br/>
            </w:r>
          </w:p>
          <w:p w14:paraId="2F3243F2" w14:textId="36656FE2" w:rsidR="00E3632C" w:rsidRDefault="00E3632C">
            <w:pPr>
              <w:rPr>
                <w:b/>
              </w:rPr>
            </w:pPr>
            <w:r w:rsidRPr="00E3632C">
              <w:rPr>
                <w:b/>
              </w:rPr>
              <w:t>Ice Cream</w:t>
            </w:r>
          </w:p>
          <w:p w14:paraId="6C820A30" w14:textId="77777777" w:rsidR="00E3632C" w:rsidRDefault="00E3632C">
            <w:pPr>
              <w:rPr>
                <w:b/>
              </w:rPr>
            </w:pPr>
            <w:r>
              <w:rPr>
                <w:b/>
              </w:rPr>
              <w:t>Chocolate 8</w:t>
            </w:r>
          </w:p>
          <w:p w14:paraId="53CDD284" w14:textId="77777777" w:rsidR="00E3632C" w:rsidRDefault="00E3632C">
            <w:pPr>
              <w:rPr>
                <w:b/>
              </w:rPr>
            </w:pPr>
            <w:r>
              <w:rPr>
                <w:b/>
              </w:rPr>
              <w:t>Vanilla 7</w:t>
            </w:r>
          </w:p>
          <w:p w14:paraId="3CEB9848" w14:textId="77777777" w:rsidR="00E3632C" w:rsidRDefault="00E3632C">
            <w:pPr>
              <w:rPr>
                <w:b/>
              </w:rPr>
            </w:pPr>
            <w:r>
              <w:rPr>
                <w:b/>
              </w:rPr>
              <w:t>Strawberry 5</w:t>
            </w:r>
          </w:p>
          <w:p w14:paraId="1E98750E" w14:textId="04DEB0F3" w:rsidR="00E3632C" w:rsidRPr="00E3632C" w:rsidRDefault="00E3632C">
            <w:pPr>
              <w:rPr>
                <w:b/>
              </w:rPr>
            </w:pPr>
            <w:r>
              <w:rPr>
                <w:b/>
              </w:rPr>
              <w:t>Cherry 3</w:t>
            </w:r>
          </w:p>
          <w:p w14:paraId="618152F2" w14:textId="77777777" w:rsidR="00894128" w:rsidRDefault="00894128"/>
          <w:p w14:paraId="3957FA43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7F28A8D7" w14:textId="77777777" w:rsidR="00894128" w:rsidRDefault="00894128"/>
          <w:p w14:paraId="55E22B67" w14:textId="3E1CEA20" w:rsidR="00894128" w:rsidRDefault="00894128" w:rsidP="00406650">
            <w:pPr>
              <w:jc w:val="center"/>
            </w:pPr>
          </w:p>
          <w:p w14:paraId="60A7EC74" w14:textId="516FB4A7" w:rsidR="00894128" w:rsidRDefault="00C402F9">
            <w:r>
              <w:rPr>
                <w:noProof/>
              </w:rPr>
              <w:drawing>
                <wp:inline distT="0" distB="0" distL="0" distR="0" wp14:anchorId="457243FC" wp14:editId="4BAA87FA">
                  <wp:extent cx="5486400" cy="3200400"/>
                  <wp:effectExtent l="0" t="0" r="0" b="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14:paraId="2526F668" w14:textId="77777777" w:rsidR="00894128" w:rsidRDefault="00894128"/>
        </w:tc>
      </w:tr>
      <w:tr w:rsidR="00894128" w14:paraId="70DD2844" w14:textId="77777777" w:rsidTr="00894128">
        <w:tc>
          <w:tcPr>
            <w:tcW w:w="1978" w:type="dxa"/>
          </w:tcPr>
          <w:p w14:paraId="1C9914DF" w14:textId="77777777" w:rsidR="00894128" w:rsidRDefault="00894128">
            <w:r w:rsidRPr="007C74E5">
              <w:rPr>
                <w:b/>
              </w:rPr>
              <w:t>Insert</w:t>
            </w:r>
            <w:r>
              <w:t>: Screenshot</w:t>
            </w:r>
          </w:p>
          <w:p w14:paraId="37C25F57" w14:textId="77777777" w:rsidR="00894128" w:rsidRDefault="00894128"/>
          <w:p w14:paraId="36D06C84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74DFCA9C" w14:textId="77777777" w:rsidR="00894128" w:rsidRDefault="00894128"/>
          <w:p w14:paraId="486CA786" w14:textId="6D933892" w:rsidR="00894128" w:rsidRDefault="00C402F9" w:rsidP="00C402F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EE27DC" wp14:editId="5AECEF9B">
                  <wp:extent cx="3552825" cy="1998464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5730" cy="2000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63AC67" w14:textId="764E9D59" w:rsidR="00894128" w:rsidRDefault="00894128" w:rsidP="00EC201C">
            <w:pPr>
              <w:jc w:val="center"/>
            </w:pPr>
          </w:p>
          <w:p w14:paraId="09D9B467" w14:textId="77777777" w:rsidR="00894128" w:rsidRDefault="00894128"/>
        </w:tc>
      </w:tr>
      <w:tr w:rsidR="00894128" w14:paraId="01DD10F7" w14:textId="77777777" w:rsidTr="00BF1878">
        <w:tc>
          <w:tcPr>
            <w:tcW w:w="1978" w:type="dxa"/>
            <w:shd w:val="clear" w:color="auto" w:fill="FFFFFF" w:themeFill="background1"/>
          </w:tcPr>
          <w:p w14:paraId="02108A71" w14:textId="34E354C6" w:rsidR="00894128" w:rsidRDefault="00894128">
            <w:r w:rsidRPr="007C74E5">
              <w:rPr>
                <w:b/>
              </w:rPr>
              <w:t>Insert</w:t>
            </w:r>
            <w:r>
              <w:t>: Online Video</w:t>
            </w:r>
          </w:p>
          <w:p w14:paraId="4F9BB6E4" w14:textId="77777777" w:rsidR="00894128" w:rsidRDefault="00894128"/>
          <w:p w14:paraId="23C41842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  <w:proofErr w:type="spellStart"/>
            <w:r w:rsidRPr="001207EB">
              <w:rPr>
                <w:b/>
                <w:color w:val="538135" w:themeColor="accent6" w:themeShade="BF"/>
              </w:rPr>
              <w:t>Textwrap</w:t>
            </w:r>
            <w:proofErr w:type="spellEnd"/>
            <w:r w:rsidRPr="001207EB">
              <w:rPr>
                <w:b/>
                <w:color w:val="538135" w:themeColor="accent6" w:themeShade="BF"/>
              </w:rPr>
              <w:t>: Square</w:t>
            </w:r>
          </w:p>
          <w:p w14:paraId="1037FDA2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</w:p>
          <w:p w14:paraId="6F5E9D8E" w14:textId="4F09F130" w:rsidR="00894128" w:rsidRDefault="00894128"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  <w:shd w:val="clear" w:color="auto" w:fill="FFFFFF" w:themeFill="background1"/>
          </w:tcPr>
          <w:p w14:paraId="1BCF3D4F" w14:textId="77777777" w:rsidR="00894128" w:rsidRDefault="00894128"/>
          <w:p w14:paraId="786FC8C0" w14:textId="40F7435D" w:rsidR="00894128" w:rsidRDefault="00894128"/>
          <w:p w14:paraId="737571C5" w14:textId="76FB44E1" w:rsidR="00894128" w:rsidRDefault="00894128"/>
          <w:p w14:paraId="7B9A94DD" w14:textId="3A8A8FBE" w:rsidR="00894128" w:rsidRDefault="00C402F9" w:rsidP="00C402F9">
            <w:pPr>
              <w:jc w:val="center"/>
            </w:pPr>
            <w:bookmarkStart w:id="0" w:name="_GoBack"/>
            <w:bookmarkEnd w:id="0"/>
            <w:r>
              <w:t>The Microsoft Word Video</w:t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0AAF6C6" wp14:editId="6F091161">
                  <wp:simplePos x="0" y="0"/>
                  <wp:positionH relativeFrom="column">
                    <wp:posOffset>2495550</wp:posOffset>
                  </wp:positionH>
                  <wp:positionV relativeFrom="paragraph">
                    <wp:posOffset>3175</wp:posOffset>
                  </wp:positionV>
                  <wp:extent cx="2000250" cy="1499870"/>
                  <wp:effectExtent l="0" t="0" r="0" b="5080"/>
                  <wp:wrapSquare wrapText="bothSides"/>
                  <wp:docPr id="7" name="Video 7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C809E66F-F1BF-436E-b5F7-EEA9579F0CBA}">
                                <wp15:webVideoPr xmlns:wp15="http://schemas.microsoft.com/office/word/2012/wordprocessingDrawing" embeddedHtml="&lt;iframe id=&quot;ytplayer&quot; src=&quot;https://www.youtube.com/embed/TxLuuNprjXg&quot; frameborder=&quot;0&quot; type=&quot;text/html&quot; width=&quot;816&quot; height=&quot;480&quot; /&gt;" h="480" w="8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49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4128" w14:paraId="2BA128F6" w14:textId="77777777" w:rsidTr="00894128">
        <w:tc>
          <w:tcPr>
            <w:tcW w:w="1978" w:type="dxa"/>
          </w:tcPr>
          <w:p w14:paraId="18E08CD4" w14:textId="77777777" w:rsidR="00894128" w:rsidRDefault="00894128">
            <w:r w:rsidRPr="007C74E5">
              <w:rPr>
                <w:b/>
              </w:rPr>
              <w:t>Insert</w:t>
            </w:r>
            <w:r>
              <w:t>: Hyperlink – any link</w:t>
            </w:r>
          </w:p>
          <w:p w14:paraId="7987643A" w14:textId="77777777" w:rsidR="00894128" w:rsidRDefault="00894128"/>
          <w:p w14:paraId="5A1CF34A" w14:textId="77777777" w:rsidR="00894128" w:rsidRPr="001207EB" w:rsidRDefault="00894128">
            <w:pPr>
              <w:rPr>
                <w:b/>
              </w:rPr>
            </w:pPr>
            <w:r w:rsidRPr="001207EB">
              <w:rPr>
                <w:b/>
                <w:color w:val="538135" w:themeColor="accent6" w:themeShade="BF"/>
              </w:rPr>
              <w:t>Bold; 14pt</w:t>
            </w:r>
          </w:p>
        </w:tc>
        <w:tc>
          <w:tcPr>
            <w:tcW w:w="7377" w:type="dxa"/>
          </w:tcPr>
          <w:p w14:paraId="23AE3F37" w14:textId="77777777" w:rsidR="00894128" w:rsidRDefault="00894128"/>
          <w:p w14:paraId="6EBBF8F2" w14:textId="77777777" w:rsidR="00894128" w:rsidRDefault="00894128"/>
          <w:p w14:paraId="3DA7862E" w14:textId="25A51A7B" w:rsidR="00894128" w:rsidRPr="00BF1878" w:rsidRDefault="00BF1878" w:rsidP="00405611">
            <w:pPr>
              <w:jc w:val="center"/>
              <w:rPr>
                <w:b/>
                <w:sz w:val="28"/>
                <w:szCs w:val="28"/>
              </w:rPr>
            </w:pPr>
            <w:hyperlink r:id="rId13" w:history="1">
              <w:r w:rsidRPr="00BF1878">
                <w:rPr>
                  <w:rStyle w:val="Hyperlink"/>
                  <w:b/>
                  <w:sz w:val="28"/>
                  <w:szCs w:val="28"/>
                </w:rPr>
                <w:t>http://www.espn.com/</w:t>
              </w:r>
            </w:hyperlink>
          </w:p>
          <w:p w14:paraId="07672E92" w14:textId="6470277B" w:rsidR="00BF1878" w:rsidRDefault="00BF1878" w:rsidP="00405611">
            <w:pPr>
              <w:jc w:val="center"/>
            </w:pPr>
          </w:p>
        </w:tc>
      </w:tr>
      <w:tr w:rsidR="00894128" w14:paraId="68AEB255" w14:textId="77777777" w:rsidTr="00894128">
        <w:tc>
          <w:tcPr>
            <w:tcW w:w="1978" w:type="dxa"/>
          </w:tcPr>
          <w:p w14:paraId="60AD3A42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  <w:r w:rsidRPr="007C74E5">
              <w:rPr>
                <w:b/>
              </w:rPr>
              <w:t>Insert</w:t>
            </w:r>
            <w:r>
              <w:t xml:space="preserve">: Word Art: </w:t>
            </w:r>
            <w:r w:rsidRPr="001207EB">
              <w:rPr>
                <w:b/>
                <w:color w:val="538135" w:themeColor="accent6" w:themeShade="BF"/>
              </w:rPr>
              <w:t>Type USF</w:t>
            </w:r>
          </w:p>
          <w:p w14:paraId="70A0EE75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</w:p>
          <w:p w14:paraId="68E901B4" w14:textId="77777777" w:rsidR="00894128" w:rsidRDefault="00894128">
            <w:r w:rsidRPr="001207EB">
              <w:rPr>
                <w:b/>
                <w:color w:val="538135" w:themeColor="accent6" w:themeShade="BF"/>
              </w:rPr>
              <w:t>centered</w:t>
            </w:r>
          </w:p>
        </w:tc>
        <w:tc>
          <w:tcPr>
            <w:tcW w:w="7377" w:type="dxa"/>
          </w:tcPr>
          <w:p w14:paraId="4DF33254" w14:textId="59405C11" w:rsidR="00894128" w:rsidRDefault="00BF1878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8F3605" wp14:editId="141BA935">
                      <wp:simplePos x="0" y="0"/>
                      <wp:positionH relativeFrom="column">
                        <wp:posOffset>2324100</wp:posOffset>
                      </wp:positionH>
                      <wp:positionV relativeFrom="paragraph">
                        <wp:posOffset>131445</wp:posOffset>
                      </wp:positionV>
                      <wp:extent cx="1828800" cy="182880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C5B7C56" w14:textId="1B1B9BB1" w:rsidR="00BF1878" w:rsidRPr="00BF1878" w:rsidRDefault="00BF1878" w:rsidP="00BF1878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E7E6E6" w:themeColor="background2"/>
                                      <w:spacing w:val="10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E7E6E6" w:themeColor="background2"/>
                                      <w:spacing w:val="10"/>
                                      <w:sz w:val="72"/>
                                      <w:szCs w:val="72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USF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8F36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183pt;margin-top:10.3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88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" filled="f" stroked="f">
                      <v:fill o:detectmouseclick="t"/>
                      <v:textbox style="mso-fit-shape-to-text:t">
                        <w:txbxContent>
                          <w:p w14:paraId="7C5B7C56" w14:textId="1B1B9BB1" w:rsidR="00BF1878" w:rsidRPr="00BF1878" w:rsidRDefault="00BF1878" w:rsidP="00BF1878">
                            <w:pPr>
                              <w:spacing w:after="0" w:line="240" w:lineRule="auto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USF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DE957D" w14:textId="54F1BF2F" w:rsidR="00894128" w:rsidRDefault="00894128"/>
          <w:p w14:paraId="47198F23" w14:textId="028235DD" w:rsidR="00894128" w:rsidRDefault="00894128"/>
          <w:p w14:paraId="3A950A6E" w14:textId="77777777" w:rsidR="00894128" w:rsidRDefault="00894128"/>
        </w:tc>
      </w:tr>
      <w:tr w:rsidR="00894128" w14:paraId="6C7AC910" w14:textId="77777777" w:rsidTr="00BF1878">
        <w:tc>
          <w:tcPr>
            <w:tcW w:w="1978" w:type="dxa"/>
            <w:shd w:val="clear" w:color="auto" w:fill="FFFFFF" w:themeFill="background1"/>
          </w:tcPr>
          <w:p w14:paraId="10FC5819" w14:textId="77777777" w:rsidR="00894128" w:rsidRDefault="00894128">
            <w:r w:rsidRPr="007C74E5">
              <w:rPr>
                <w:b/>
              </w:rPr>
              <w:lastRenderedPageBreak/>
              <w:t>Insert</w:t>
            </w:r>
            <w:r>
              <w:t>: Date and Time</w:t>
            </w:r>
          </w:p>
          <w:p w14:paraId="3BCC7C2B" w14:textId="77777777" w:rsidR="00894128" w:rsidRPr="001207EB" w:rsidRDefault="00894128">
            <w:pPr>
              <w:rPr>
                <w:b/>
                <w:color w:val="538135" w:themeColor="accent6" w:themeShade="BF"/>
              </w:rPr>
            </w:pPr>
            <w:r w:rsidRPr="001207EB">
              <w:rPr>
                <w:b/>
                <w:color w:val="538135" w:themeColor="accent6" w:themeShade="BF"/>
              </w:rPr>
              <w:t>Centered</w:t>
            </w:r>
          </w:p>
          <w:p w14:paraId="2EC4433B" w14:textId="77777777" w:rsidR="00894128" w:rsidRDefault="00894128">
            <w:r w:rsidRPr="001207EB">
              <w:rPr>
                <w:b/>
                <w:color w:val="538135" w:themeColor="accent6" w:themeShade="BF"/>
              </w:rPr>
              <w:t xml:space="preserve">Bold; 14 </w:t>
            </w:r>
            <w:proofErr w:type="spellStart"/>
            <w:r w:rsidRPr="001207EB">
              <w:rPr>
                <w:b/>
                <w:color w:val="538135" w:themeColor="accent6" w:themeShade="BF"/>
              </w:rPr>
              <w:t>pt</w:t>
            </w:r>
            <w:proofErr w:type="spellEnd"/>
          </w:p>
        </w:tc>
        <w:tc>
          <w:tcPr>
            <w:tcW w:w="7377" w:type="dxa"/>
            <w:shd w:val="clear" w:color="auto" w:fill="FFFFFF" w:themeFill="background1"/>
          </w:tcPr>
          <w:p w14:paraId="3A53FE75" w14:textId="77777777" w:rsidR="00894128" w:rsidRDefault="00894128"/>
          <w:p w14:paraId="481C8A28" w14:textId="6A49FBCB" w:rsidR="00894128" w:rsidRDefault="00BF1878" w:rsidP="00405611">
            <w:pPr>
              <w:jc w:val="center"/>
            </w:pPr>
            <w:r>
              <w:t>11/2/2016 7:48:17 PM</w:t>
            </w:r>
          </w:p>
        </w:tc>
      </w:tr>
      <w:tr w:rsidR="00894128" w14:paraId="77D7419C" w14:textId="77777777" w:rsidTr="00894128">
        <w:tc>
          <w:tcPr>
            <w:tcW w:w="1978" w:type="dxa"/>
          </w:tcPr>
          <w:p w14:paraId="3D8062D9" w14:textId="77777777" w:rsidR="00894128" w:rsidRDefault="00894128">
            <w:r w:rsidRPr="00CA5298">
              <w:rPr>
                <w:b/>
              </w:rPr>
              <w:t>Insert:</w:t>
            </w:r>
            <w:r>
              <w:t xml:space="preserve"> Put a header on this page: </w:t>
            </w:r>
            <w:r w:rsidRPr="001207EB">
              <w:rPr>
                <w:b/>
                <w:color w:val="538135" w:themeColor="accent6" w:themeShade="BF"/>
              </w:rPr>
              <w:t>Microsoft Word 2013.</w:t>
            </w:r>
          </w:p>
        </w:tc>
        <w:tc>
          <w:tcPr>
            <w:tcW w:w="7377" w:type="dxa"/>
          </w:tcPr>
          <w:p w14:paraId="015CF860" w14:textId="15177542" w:rsidR="00894128" w:rsidRPr="00894128" w:rsidRDefault="00894128" w:rsidP="00CA5298">
            <w:pPr>
              <w:jc w:val="center"/>
              <w:rPr>
                <w:b/>
              </w:rPr>
            </w:pPr>
          </w:p>
        </w:tc>
      </w:tr>
      <w:tr w:rsidR="00894128" w14:paraId="66CAAE17" w14:textId="77777777" w:rsidTr="00BF1878">
        <w:tc>
          <w:tcPr>
            <w:tcW w:w="1978" w:type="dxa"/>
          </w:tcPr>
          <w:p w14:paraId="17FCF5DC" w14:textId="77777777" w:rsidR="00894128" w:rsidRDefault="00894128">
            <w:r w:rsidRPr="00CA5298">
              <w:rPr>
                <w:b/>
              </w:rPr>
              <w:t>Design</w:t>
            </w:r>
            <w:r>
              <w:t xml:space="preserve">: Page Color – </w:t>
            </w:r>
            <w:r w:rsidRPr="001207EB">
              <w:rPr>
                <w:b/>
                <w:color w:val="538135" w:themeColor="accent6" w:themeShade="BF"/>
              </w:rPr>
              <w:t>make it a light color</w:t>
            </w:r>
          </w:p>
        </w:tc>
        <w:tc>
          <w:tcPr>
            <w:tcW w:w="7377" w:type="dxa"/>
            <w:shd w:val="clear" w:color="auto" w:fill="auto"/>
          </w:tcPr>
          <w:p w14:paraId="5E70B9E2" w14:textId="3FFA1F59" w:rsidR="00894128" w:rsidRPr="00894128" w:rsidRDefault="00894128" w:rsidP="00CA529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94128" w14:paraId="4F24D42E" w14:textId="77777777" w:rsidTr="00894128">
        <w:tc>
          <w:tcPr>
            <w:tcW w:w="1978" w:type="dxa"/>
          </w:tcPr>
          <w:p w14:paraId="08858665" w14:textId="77777777" w:rsidR="00894128" w:rsidRDefault="00894128">
            <w:r w:rsidRPr="00CA5298">
              <w:rPr>
                <w:b/>
              </w:rPr>
              <w:t>Design:</w:t>
            </w:r>
            <w:r>
              <w:t xml:space="preserve"> Border – </w:t>
            </w:r>
            <w:r w:rsidRPr="001207EB">
              <w:rPr>
                <w:b/>
                <w:color w:val="538135" w:themeColor="accent6" w:themeShade="BF"/>
              </w:rPr>
              <w:t>put a border on this page</w:t>
            </w:r>
          </w:p>
        </w:tc>
        <w:tc>
          <w:tcPr>
            <w:tcW w:w="7377" w:type="dxa"/>
          </w:tcPr>
          <w:p w14:paraId="05818299" w14:textId="79915FE9" w:rsidR="00894128" w:rsidRPr="00894128" w:rsidRDefault="00894128" w:rsidP="00CA529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2ECD80E" w14:textId="77777777" w:rsidR="00EC201C" w:rsidRDefault="00EC201C"/>
    <w:sectPr w:rsidR="00EC201C" w:rsidSect="00BF1878">
      <w:headerReference w:type="default" r:id="rId14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73B24" w14:textId="77777777" w:rsidR="00C402F9" w:rsidRDefault="00C402F9" w:rsidP="00CA5298">
      <w:pPr>
        <w:spacing w:after="0" w:line="240" w:lineRule="auto"/>
      </w:pPr>
      <w:r>
        <w:separator/>
      </w:r>
    </w:p>
  </w:endnote>
  <w:endnote w:type="continuationSeparator" w:id="0">
    <w:p w14:paraId="4A35206C" w14:textId="77777777" w:rsidR="00C402F9" w:rsidRDefault="00C402F9" w:rsidP="00CA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05AB9" w14:textId="77777777" w:rsidR="00C402F9" w:rsidRDefault="00C402F9" w:rsidP="00CA5298">
      <w:pPr>
        <w:spacing w:after="0" w:line="240" w:lineRule="auto"/>
      </w:pPr>
      <w:r>
        <w:separator/>
      </w:r>
    </w:p>
  </w:footnote>
  <w:footnote w:type="continuationSeparator" w:id="0">
    <w:p w14:paraId="7DDEFC05" w14:textId="77777777" w:rsidR="00C402F9" w:rsidRDefault="00C402F9" w:rsidP="00CA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EB6A8" w14:textId="4D45A05D" w:rsidR="00BF1878" w:rsidRDefault="00BF1878">
    <w:pPr>
      <w:pStyle w:val="Header"/>
    </w:pPr>
    <w:sdt>
      <w:sdtPr>
        <w:id w:val="1704979692"/>
        <w:placeholder>
          <w:docPart w:val="E6D1A5055B564BAFA5E2E2B5E055A323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center" w:leader="none"/>
    </w:r>
    <w:r>
      <w:t>Microsoft Word 2013</w:t>
    </w:r>
    <w:r>
      <w:ptab w:relativeTo="margin" w:alignment="right" w:leader="none"/>
    </w:r>
    <w:sdt>
      <w:sdtPr>
        <w:id w:val="968859952"/>
        <w:placeholder>
          <w:docPart w:val="E6D1A5055B564BAFA5E2E2B5E055A323"/>
        </w:placeholder>
        <w:temporary/>
        <w:showingPlcHdr/>
        <w15:appearance w15:val="hidden"/>
      </w:sdtPr>
      <w:sdtContent>
        <w:r>
          <w:t>[Type here]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10241">
      <o:colormenu v:ext="edit" fillcolor="none [671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E5"/>
    <w:rsid w:val="001207EB"/>
    <w:rsid w:val="00142056"/>
    <w:rsid w:val="00405611"/>
    <w:rsid w:val="00406650"/>
    <w:rsid w:val="00571F96"/>
    <w:rsid w:val="005C6D35"/>
    <w:rsid w:val="007C74E5"/>
    <w:rsid w:val="00894128"/>
    <w:rsid w:val="00BF1878"/>
    <w:rsid w:val="00C402F9"/>
    <w:rsid w:val="00CA5298"/>
    <w:rsid w:val="00E17EC2"/>
    <w:rsid w:val="00E3632C"/>
    <w:rsid w:val="00EC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fillcolor="none [671]"/>
    </o:shapedefaults>
    <o:shapelayout v:ext="edit">
      <o:idmap v:ext="edit" data="1"/>
    </o:shapelayout>
  </w:shapeDefaults>
  <w:decimalSymbol w:val="."/>
  <w:listSeparator w:val=","/>
  <w14:docId w14:val="4AF31F7A"/>
  <w15:chartTrackingRefBased/>
  <w15:docId w15:val="{9932521D-10B2-4F95-B8F7-B0644212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205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298"/>
  </w:style>
  <w:style w:type="paragraph" w:styleId="Footer">
    <w:name w:val="footer"/>
    <w:basedOn w:val="Normal"/>
    <w:link w:val="FooterChar"/>
    <w:uiPriority w:val="99"/>
    <w:unhideWhenUsed/>
    <w:rsid w:val="00CA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298"/>
  </w:style>
  <w:style w:type="character" w:styleId="CommentReference">
    <w:name w:val="annotation reference"/>
    <w:basedOn w:val="DefaultParagraphFont"/>
    <w:uiPriority w:val="99"/>
    <w:semiHidden/>
    <w:unhideWhenUsed/>
    <w:rsid w:val="00CA52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2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2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esp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TxLuuNprjX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Ice Cream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Sheet1!$A$2:$A$5</c:f>
              <c:strCache>
                <c:ptCount val="4"/>
                <c:pt idx="0">
                  <c:v>Chocolate</c:v>
                </c:pt>
                <c:pt idx="1">
                  <c:v>Vanilla</c:v>
                </c:pt>
                <c:pt idx="2">
                  <c:v>Strawberry</c:v>
                </c:pt>
                <c:pt idx="3">
                  <c:v>Cherry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</c:v>
                </c:pt>
                <c:pt idx="1">
                  <c:v>7</c:v>
                </c:pt>
                <c:pt idx="2">
                  <c:v>5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6D1A5055B564BAFA5E2E2B5E055A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9FCEE-153B-46DB-B6A4-76D701CB71D8}"/>
      </w:docPartPr>
      <w:docPartBody>
        <w:p w:rsidR="00000000" w:rsidRDefault="00B3093A" w:rsidP="00B3093A">
          <w:pPr>
            <w:pStyle w:val="E6D1A5055B564BAFA5E2E2B5E055A323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3A"/>
    <w:rsid w:val="00B3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D1A5055B564BAFA5E2E2B5E055A323">
    <w:name w:val="E6D1A5055B564BAFA5E2E2B5E055A323"/>
    <w:rsid w:val="00B309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4AC63E-3633-4627-942A-4754303CC4B0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1BFD1-4079-4CB0-B8C6-ABCF2EF2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DD5CCCC1</Template>
  <TotalTime>1</TotalTime>
  <Pages>3</Pages>
  <Words>134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Arlys Peterson</dc:creator>
  <cp:keywords/>
  <dc:description/>
  <cp:lastModifiedBy>Nathanael Ellens</cp:lastModifiedBy>
  <cp:revision>2</cp:revision>
  <cp:lastPrinted>2014-10-08T20:25:00Z</cp:lastPrinted>
  <dcterms:created xsi:type="dcterms:W3CDTF">2016-11-03T00:55:00Z</dcterms:created>
  <dcterms:modified xsi:type="dcterms:W3CDTF">2016-11-03T00:55:00Z</dcterms:modified>
</cp:coreProperties>
</file>